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FE75FDC-918E-482A-A98D-DE255F1F9530}"/>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